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1A116A5C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05C18CC4" w:rsidR="00D40650" w:rsidRPr="009A0101" w:rsidRDefault="003B58A8" w:rsidP="00DF44DF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0F4994B1" w14:textId="6D41FA84" w:rsidR="001B34C3" w:rsidRPr="00B1579D" w:rsidRDefault="00127851" w:rsidP="00B1579D">
      <w:pPr>
        <w:spacing w:line="240" w:lineRule="auto"/>
        <w:rPr>
          <w:bCs/>
          <w:noProof/>
          <w:color w:val="000000"/>
        </w:rPr>
      </w:pPr>
      <w:r w:rsidRPr="009A0101">
        <w:rPr>
          <w:b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 wp14:anchorId="3D5E9ECA" wp14:editId="20DBADE7">
            <wp:simplePos x="0" y="0"/>
            <wp:positionH relativeFrom="page">
              <wp:posOffset>589915</wp:posOffset>
            </wp:positionH>
            <wp:positionV relativeFrom="page">
              <wp:posOffset>490220</wp:posOffset>
            </wp:positionV>
            <wp:extent cx="2876550" cy="933450"/>
            <wp:effectExtent l="19050" t="0" r="0" b="0"/>
            <wp:wrapSquare wrapText="bothSides"/>
            <wp:docPr id="1" name="Picture 0" descr="riigihangete v-kom_vapp_est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igihangete v-kom_vapp_est_blac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549C" w:rsidRPr="005E549C">
        <w:t>Politsei- ja Piirivalveamet</w:t>
      </w:r>
      <w:r w:rsidR="009A3D82">
        <w:tab/>
      </w:r>
      <w:r w:rsidR="005C34BC">
        <w:tab/>
      </w:r>
      <w:r w:rsidR="005C34BC">
        <w:tab/>
      </w:r>
      <w:r w:rsidR="005C34BC">
        <w:tab/>
      </w:r>
      <w:r w:rsidR="00086747">
        <w:rPr>
          <w:color w:val="000000" w:themeColor="text1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 w:rsidR="007A00B2">
        <w:rPr>
          <w:bCs/>
          <w:noProof/>
          <w:color w:val="000000"/>
        </w:rPr>
        <w:t>17</w:t>
      </w:r>
      <w:r w:rsidR="00D65E5F">
        <w:rPr>
          <w:bCs/>
          <w:noProof/>
          <w:color w:val="000000"/>
        </w:rPr>
        <w:t>.</w:t>
      </w:r>
      <w:r w:rsidR="00CD0651">
        <w:rPr>
          <w:bCs/>
          <w:noProof/>
          <w:color w:val="000000"/>
        </w:rPr>
        <w:t>0</w:t>
      </w:r>
      <w:r w:rsidR="007A00B2">
        <w:rPr>
          <w:bCs/>
          <w:noProof/>
          <w:color w:val="000000"/>
        </w:rPr>
        <w:t>4</w:t>
      </w:r>
      <w:r w:rsidR="00D65E5F">
        <w:rPr>
          <w:bCs/>
          <w:noProof/>
          <w:color w:val="000000"/>
        </w:rPr>
        <w:t>.202</w:t>
      </w:r>
      <w:r w:rsidR="00823006">
        <w:rPr>
          <w:bCs/>
          <w:noProof/>
          <w:color w:val="000000"/>
        </w:rPr>
        <w:t>5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>nr 12.2-10/</w:t>
      </w:r>
      <w:r w:rsidR="007A00B2">
        <w:rPr>
          <w:bCs/>
          <w:noProof/>
          <w:color w:val="000000"/>
        </w:rPr>
        <w:t>101</w:t>
      </w:r>
    </w:p>
    <w:p w14:paraId="35CA0E09" w14:textId="7F4BF2D9" w:rsidR="00967DA8" w:rsidRDefault="00424ECA" w:rsidP="00967DA8">
      <w:pPr>
        <w:pStyle w:val="Default"/>
      </w:pPr>
      <w:r w:rsidRPr="00A06B76">
        <w:t>e-post:</w:t>
      </w:r>
      <w:r w:rsidR="00D130F3" w:rsidRPr="00A06B76">
        <w:t xml:space="preserve"> </w:t>
      </w:r>
      <w:hyperlink r:id="rId12" w:history="1">
        <w:r w:rsidR="00967DA8" w:rsidRPr="007B153E">
          <w:rPr>
            <w:rStyle w:val="Hperlink"/>
          </w:rPr>
          <w:t>ppa@politsei.ee</w:t>
        </w:r>
      </w:hyperlink>
      <w:r w:rsidR="00967DA8">
        <w:t xml:space="preserve"> </w:t>
      </w:r>
    </w:p>
    <w:p w14:paraId="4FB28F6A" w14:textId="77443521" w:rsidR="001B34C3" w:rsidRPr="00A06B76" w:rsidRDefault="00967DA8" w:rsidP="00967DA8">
      <w:pPr>
        <w:pStyle w:val="Default"/>
        <w:ind w:firstLine="709"/>
        <w:rPr>
          <w:noProof/>
        </w:rPr>
      </w:pPr>
      <w:hyperlink r:id="rId13" w:history="1">
        <w:r w:rsidRPr="007B153E">
          <w:rPr>
            <w:rStyle w:val="Hperlink"/>
          </w:rPr>
          <w:t>Merike.Klement@politsei.ee</w:t>
        </w:r>
      </w:hyperlink>
      <w:r>
        <w:t xml:space="preserve"> </w:t>
      </w:r>
    </w:p>
    <w:p w14:paraId="763D14ED" w14:textId="77777777" w:rsidR="00DA257B" w:rsidRDefault="00DA257B" w:rsidP="00DA257B">
      <w:pPr>
        <w:spacing w:line="240" w:lineRule="auto"/>
        <w:ind w:right="-285"/>
        <w:rPr>
          <w:bCs/>
        </w:rPr>
      </w:pPr>
    </w:p>
    <w:p w14:paraId="768F7294" w14:textId="77777777" w:rsidR="00967DA8" w:rsidRDefault="00967DA8" w:rsidP="00DA257B">
      <w:pPr>
        <w:spacing w:line="240" w:lineRule="auto"/>
        <w:ind w:right="-285"/>
        <w:rPr>
          <w:bCs/>
        </w:rPr>
      </w:pPr>
    </w:p>
    <w:p w14:paraId="5516C437" w14:textId="77777777" w:rsidR="00127851" w:rsidRDefault="00127851" w:rsidP="00DA257B">
      <w:pPr>
        <w:spacing w:line="240" w:lineRule="auto"/>
        <w:ind w:right="-285"/>
        <w:rPr>
          <w:bCs/>
        </w:rPr>
      </w:pPr>
    </w:p>
    <w:p w14:paraId="6E35190D" w14:textId="77777777" w:rsidR="00127851" w:rsidRPr="00DA257B" w:rsidRDefault="00127851" w:rsidP="00DA257B">
      <w:pPr>
        <w:spacing w:line="240" w:lineRule="auto"/>
        <w:ind w:right="-285"/>
        <w:rPr>
          <w:bCs/>
        </w:rPr>
      </w:pPr>
    </w:p>
    <w:p w14:paraId="09C0FB72" w14:textId="70698B16" w:rsidR="00DA257B" w:rsidRPr="00DA257B" w:rsidRDefault="002003CF" w:rsidP="00DA257B">
      <w:pPr>
        <w:spacing w:line="240" w:lineRule="auto"/>
        <w:ind w:right="-285"/>
        <w:rPr>
          <w:b/>
        </w:rPr>
      </w:pPr>
      <w:r>
        <w:rPr>
          <w:b/>
        </w:rPr>
        <w:t>Teade puudustega v</w:t>
      </w:r>
      <w:r w:rsidR="00DA257B" w:rsidRPr="00DA257B">
        <w:rPr>
          <w:b/>
        </w:rPr>
        <w:t xml:space="preserve">aidlustuse </w:t>
      </w:r>
      <w:r>
        <w:rPr>
          <w:b/>
        </w:rPr>
        <w:t>esitamisest</w:t>
      </w:r>
    </w:p>
    <w:p w14:paraId="4B7B0334" w14:textId="77777777" w:rsidR="00DA257B" w:rsidRPr="00DA257B" w:rsidRDefault="00DA257B" w:rsidP="00DA257B">
      <w:pPr>
        <w:spacing w:line="240" w:lineRule="auto"/>
        <w:ind w:right="-285"/>
        <w:rPr>
          <w:b/>
        </w:rPr>
      </w:pPr>
    </w:p>
    <w:p w14:paraId="4936C3F9" w14:textId="095380B2" w:rsidR="00DA257B" w:rsidRPr="005C34BC" w:rsidRDefault="00DA257B" w:rsidP="00DA257B">
      <w:pPr>
        <w:spacing w:line="240" w:lineRule="auto"/>
        <w:ind w:right="-285"/>
      </w:pPr>
      <w:r w:rsidRPr="00DA257B">
        <w:rPr>
          <w:bCs/>
        </w:rPr>
        <w:t>Teatame, et</w:t>
      </w:r>
      <w:r w:rsidR="00C57C9F" w:rsidRPr="00C57C9F">
        <w:t xml:space="preserve"> </w:t>
      </w:r>
      <w:proofErr w:type="spellStart"/>
      <w:r w:rsidR="005E549C" w:rsidRPr="005E549C">
        <w:t>Petproducts</w:t>
      </w:r>
      <w:proofErr w:type="spellEnd"/>
      <w:r w:rsidR="005E549C" w:rsidRPr="005E549C">
        <w:t xml:space="preserve"> OÜ</w:t>
      </w:r>
      <w:r w:rsidR="005E549C">
        <w:t xml:space="preserve"> </w:t>
      </w:r>
      <w:r w:rsidR="00127851">
        <w:rPr>
          <w:bCs/>
        </w:rPr>
        <w:t>esitas</w:t>
      </w:r>
      <w:r w:rsidR="006F1D50">
        <w:rPr>
          <w:bCs/>
        </w:rPr>
        <w:t xml:space="preserve"> </w:t>
      </w:r>
      <w:r w:rsidR="005E549C">
        <w:rPr>
          <w:bCs/>
        </w:rPr>
        <w:t>16</w:t>
      </w:r>
      <w:r w:rsidR="006F1D50">
        <w:rPr>
          <w:bCs/>
        </w:rPr>
        <w:t>.0</w:t>
      </w:r>
      <w:r w:rsidR="00346261">
        <w:rPr>
          <w:bCs/>
        </w:rPr>
        <w:t>4</w:t>
      </w:r>
      <w:r w:rsidR="006F1D50">
        <w:rPr>
          <w:bCs/>
        </w:rPr>
        <w:t>.2025</w:t>
      </w:r>
      <w:r w:rsidRPr="00DA257B">
        <w:rPr>
          <w:bCs/>
        </w:rPr>
        <w:t xml:space="preserve"> Riigihangete vaidlustuskomisjonile (edaspidi vaidlustuskomisjon) vaidlustuse </w:t>
      </w:r>
      <w:r w:rsidR="005E549C" w:rsidRPr="005E549C">
        <w:t>Politsei- ja Piirivalveamet</w:t>
      </w:r>
      <w:r w:rsidR="005E549C">
        <w:t xml:space="preserve">i </w:t>
      </w:r>
      <w:r w:rsidR="00CD0651" w:rsidRPr="00CD0651">
        <w:t>riigihankes „</w:t>
      </w:r>
      <w:r w:rsidR="007C2222" w:rsidRPr="007C2222">
        <w:t>Koeratoidu ostmine“ (</w:t>
      </w:r>
      <w:r w:rsidR="00127851">
        <w:t>viite</w:t>
      </w:r>
      <w:r w:rsidR="007C2222" w:rsidRPr="007C2222">
        <w:t>number 285803)</w:t>
      </w:r>
      <w:r w:rsidR="007C2222">
        <w:t xml:space="preserve"> </w:t>
      </w:r>
      <w:r w:rsidR="005E187C">
        <w:t>hanke osas 1</w:t>
      </w:r>
      <w:r>
        <w:rPr>
          <w:bCs/>
        </w:rPr>
        <w:t>.</w:t>
      </w:r>
    </w:p>
    <w:p w14:paraId="5508F861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542D81AC" w14:textId="23393A02" w:rsidR="00DA257B" w:rsidRPr="00DA257B" w:rsidRDefault="008A3B3D" w:rsidP="00DA257B">
      <w:pPr>
        <w:spacing w:line="240" w:lineRule="auto"/>
        <w:ind w:right="-285"/>
        <w:rPr>
          <w:bCs/>
        </w:rPr>
      </w:pPr>
      <w:r>
        <w:rPr>
          <w:bCs/>
        </w:rPr>
        <w:t xml:space="preserve">Vaidlustuskomisjon tagastas RHS § </w:t>
      </w:r>
      <w:r w:rsidRPr="006F67ED">
        <w:t>§ 1</w:t>
      </w:r>
      <w:r>
        <w:t>9</w:t>
      </w:r>
      <w:r w:rsidRPr="006F67ED">
        <w:t xml:space="preserve">2 lg 2 alusel </w:t>
      </w:r>
      <w:r>
        <w:t>v</w:t>
      </w:r>
      <w:r>
        <w:rPr>
          <w:bCs/>
        </w:rPr>
        <w:t>aidlustuse puuduste kõrvaldamiseks</w:t>
      </w:r>
      <w:r w:rsidR="00613265">
        <w:rPr>
          <w:bCs/>
        </w:rPr>
        <w:t>.</w:t>
      </w:r>
    </w:p>
    <w:p w14:paraId="70D4748E" w14:textId="77B4D144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Edastame Teile vaidlustuse pärast puuduste kõrvaldamist (RHS § 194 lg 3)</w:t>
      </w:r>
      <w:r w:rsidR="00127851">
        <w:rPr>
          <w:bCs/>
        </w:rPr>
        <w:t xml:space="preserve"> või teavitame vaidlustuse läbi vaatamata jätmisest</w:t>
      </w:r>
      <w:r w:rsidRPr="00DA257B">
        <w:rPr>
          <w:bCs/>
        </w:rPr>
        <w:t>.</w:t>
      </w:r>
    </w:p>
    <w:p w14:paraId="218859F5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5CAABAA6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1CC74D1F" w14:textId="45338B0A" w:rsidR="00DA257B" w:rsidRDefault="00DA257B" w:rsidP="00DA257B">
      <w:pPr>
        <w:spacing w:line="240" w:lineRule="auto"/>
        <w:ind w:right="-285"/>
        <w:rPr>
          <w:bCs/>
        </w:rPr>
      </w:pPr>
    </w:p>
    <w:p w14:paraId="6569D805" w14:textId="28912C68" w:rsidR="002003CF" w:rsidRDefault="002003CF" w:rsidP="00DA257B">
      <w:pPr>
        <w:spacing w:line="240" w:lineRule="auto"/>
        <w:ind w:right="-285"/>
        <w:rPr>
          <w:bCs/>
        </w:rPr>
      </w:pPr>
    </w:p>
    <w:p w14:paraId="64615D88" w14:textId="77777777" w:rsidR="002003CF" w:rsidRPr="00DA257B" w:rsidRDefault="002003CF" w:rsidP="00DA257B">
      <w:pPr>
        <w:spacing w:line="240" w:lineRule="auto"/>
        <w:ind w:right="-285"/>
        <w:rPr>
          <w:bCs/>
        </w:rPr>
      </w:pPr>
    </w:p>
    <w:p w14:paraId="24E6576F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Lugupidamisega</w:t>
      </w:r>
    </w:p>
    <w:p w14:paraId="33B50781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42EDB2F5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(allkirjastatud digitaalselt)</w:t>
      </w:r>
    </w:p>
    <w:p w14:paraId="5B6957B0" w14:textId="77777777" w:rsidR="00D65E5F" w:rsidRPr="00A2148F" w:rsidRDefault="00D65E5F" w:rsidP="00D65E5F">
      <w:pPr>
        <w:pStyle w:val="Vahedeta"/>
      </w:pPr>
      <w:r w:rsidRPr="00A2148F">
        <w:t>Angelika Timusk</w:t>
      </w:r>
    </w:p>
    <w:p w14:paraId="3120050B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Vaidlustuskomisjoni liige</w:t>
      </w:r>
    </w:p>
    <w:p w14:paraId="346E49DE" w14:textId="20F1ECFA" w:rsidR="00DA257B" w:rsidRDefault="00DA257B" w:rsidP="00DA257B">
      <w:pPr>
        <w:spacing w:line="240" w:lineRule="auto"/>
        <w:ind w:right="-285"/>
        <w:rPr>
          <w:bCs/>
        </w:rPr>
      </w:pPr>
    </w:p>
    <w:p w14:paraId="7C1D0430" w14:textId="0036AFAF" w:rsidR="00613265" w:rsidRDefault="00613265" w:rsidP="00DA257B">
      <w:pPr>
        <w:spacing w:line="240" w:lineRule="auto"/>
        <w:ind w:right="-285"/>
        <w:rPr>
          <w:bCs/>
        </w:rPr>
      </w:pPr>
    </w:p>
    <w:p w14:paraId="4CFE84FF" w14:textId="5B40FBDC" w:rsidR="00613265" w:rsidRDefault="00613265" w:rsidP="00DA257B">
      <w:pPr>
        <w:spacing w:line="240" w:lineRule="auto"/>
        <w:ind w:right="-285"/>
        <w:rPr>
          <w:bCs/>
        </w:rPr>
      </w:pPr>
    </w:p>
    <w:p w14:paraId="670B0B40" w14:textId="02507678" w:rsidR="00613265" w:rsidRDefault="00613265" w:rsidP="00DA257B">
      <w:pPr>
        <w:spacing w:line="240" w:lineRule="auto"/>
        <w:ind w:right="-285"/>
        <w:rPr>
          <w:bCs/>
        </w:rPr>
      </w:pPr>
    </w:p>
    <w:p w14:paraId="63DD849A" w14:textId="4434EBD4" w:rsidR="00613265" w:rsidRDefault="00613265" w:rsidP="00DA257B">
      <w:pPr>
        <w:spacing w:line="240" w:lineRule="auto"/>
        <w:ind w:right="-285"/>
        <w:rPr>
          <w:bCs/>
        </w:rPr>
      </w:pPr>
    </w:p>
    <w:p w14:paraId="3D47F35D" w14:textId="77777777" w:rsidR="00613265" w:rsidRDefault="00613265" w:rsidP="00DA257B">
      <w:pPr>
        <w:spacing w:line="240" w:lineRule="auto"/>
        <w:ind w:right="-285"/>
        <w:rPr>
          <w:bCs/>
        </w:rPr>
      </w:pPr>
    </w:p>
    <w:p w14:paraId="5313113D" w14:textId="1D893A96" w:rsidR="00613265" w:rsidRDefault="00613265" w:rsidP="00DA257B">
      <w:pPr>
        <w:spacing w:line="240" w:lineRule="auto"/>
        <w:ind w:right="-285"/>
        <w:rPr>
          <w:bCs/>
        </w:rPr>
      </w:pPr>
    </w:p>
    <w:p w14:paraId="3FDB840C" w14:textId="77777777" w:rsidR="00D26985" w:rsidRDefault="00613265" w:rsidP="00613265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1732347D" w14:textId="5E7FE5C4" w:rsidR="00613265" w:rsidRDefault="00D26985" w:rsidP="00613265">
      <w:pPr>
        <w:pStyle w:val="Vahedeta"/>
        <w:rPr>
          <w:rFonts w:cs="Times New Roman"/>
          <w:szCs w:val="24"/>
        </w:rPr>
      </w:pPr>
      <w:hyperlink r:id="rId14" w:history="1">
        <w:r w:rsidRPr="003856A4">
          <w:rPr>
            <w:rStyle w:val="Hperlink"/>
            <w:rFonts w:cs="Times New Roman"/>
            <w:szCs w:val="24"/>
          </w:rPr>
          <w:t>mari-ann.sinimaa@fin.ee</w:t>
        </w:r>
      </w:hyperlink>
    </w:p>
    <w:sectPr w:rsidR="00613265" w:rsidSect="00994D2F">
      <w:footerReference w:type="default" r:id="rId15"/>
      <w:footerReference w:type="first" r:id="rId16"/>
      <w:pgSz w:w="11906" w:h="16838" w:code="9"/>
      <w:pgMar w:top="907" w:right="1021" w:bottom="1418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A948E" w14:textId="77777777" w:rsidR="00A2510E" w:rsidRDefault="00A2510E" w:rsidP="00DF44DF">
      <w:r>
        <w:separator/>
      </w:r>
    </w:p>
  </w:endnote>
  <w:endnote w:type="continuationSeparator" w:id="0">
    <w:p w14:paraId="316BA924" w14:textId="77777777" w:rsidR="00A2510E" w:rsidRDefault="00A2510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EA3DA" w14:textId="02E5425D" w:rsidR="00AE3DC3" w:rsidRPr="000A17B5" w:rsidRDefault="00E12555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 / </w:t>
    </w:r>
    <w:r w:rsidR="00AA6E72">
      <w:t>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79ECE" w14:textId="77777777" w:rsidR="00A2510E" w:rsidRDefault="00A2510E" w:rsidP="00DF44DF">
      <w:r>
        <w:separator/>
      </w:r>
    </w:p>
  </w:footnote>
  <w:footnote w:type="continuationSeparator" w:id="0">
    <w:p w14:paraId="313056DE" w14:textId="77777777" w:rsidR="00A2510E" w:rsidRDefault="00A2510E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53EE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A538E"/>
    <w:rsid w:val="000B1BE4"/>
    <w:rsid w:val="000B31FB"/>
    <w:rsid w:val="000B5614"/>
    <w:rsid w:val="000C156A"/>
    <w:rsid w:val="000C16B6"/>
    <w:rsid w:val="000C1F5B"/>
    <w:rsid w:val="000C6133"/>
    <w:rsid w:val="000C62A9"/>
    <w:rsid w:val="000D33FF"/>
    <w:rsid w:val="000D384E"/>
    <w:rsid w:val="000D561F"/>
    <w:rsid w:val="000D729D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5C9F"/>
    <w:rsid w:val="00127851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805"/>
    <w:rsid w:val="001B0A30"/>
    <w:rsid w:val="001B34C3"/>
    <w:rsid w:val="001B3776"/>
    <w:rsid w:val="001C2C31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24EC"/>
    <w:rsid w:val="001E268B"/>
    <w:rsid w:val="001E5A5E"/>
    <w:rsid w:val="001E5C74"/>
    <w:rsid w:val="001E75FF"/>
    <w:rsid w:val="001E7A9A"/>
    <w:rsid w:val="001E7C4A"/>
    <w:rsid w:val="001F1C39"/>
    <w:rsid w:val="001F3A20"/>
    <w:rsid w:val="002003CF"/>
    <w:rsid w:val="002008A2"/>
    <w:rsid w:val="002011E7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A6C"/>
    <w:rsid w:val="002418F9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67DA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95DDD"/>
    <w:rsid w:val="002A4266"/>
    <w:rsid w:val="002A7ABE"/>
    <w:rsid w:val="002B1BC6"/>
    <w:rsid w:val="002B5BE5"/>
    <w:rsid w:val="002B6C88"/>
    <w:rsid w:val="002B753A"/>
    <w:rsid w:val="002C220A"/>
    <w:rsid w:val="002D44C5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6261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1EE"/>
    <w:rsid w:val="00397A3C"/>
    <w:rsid w:val="00397D2C"/>
    <w:rsid w:val="003A6CC2"/>
    <w:rsid w:val="003B2A9C"/>
    <w:rsid w:val="003B43E5"/>
    <w:rsid w:val="003B4EF1"/>
    <w:rsid w:val="003B58A8"/>
    <w:rsid w:val="003B6F85"/>
    <w:rsid w:val="003B7C7E"/>
    <w:rsid w:val="003C0AB6"/>
    <w:rsid w:val="003C2298"/>
    <w:rsid w:val="003C36D1"/>
    <w:rsid w:val="003C4BE9"/>
    <w:rsid w:val="003D0578"/>
    <w:rsid w:val="003D2965"/>
    <w:rsid w:val="003D2AA2"/>
    <w:rsid w:val="003D2B24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04D92"/>
    <w:rsid w:val="0041164B"/>
    <w:rsid w:val="0041221F"/>
    <w:rsid w:val="004123FF"/>
    <w:rsid w:val="0041371D"/>
    <w:rsid w:val="00414E09"/>
    <w:rsid w:val="00421A50"/>
    <w:rsid w:val="00421F97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63F"/>
    <w:rsid w:val="00464A4A"/>
    <w:rsid w:val="00465BC5"/>
    <w:rsid w:val="004700ED"/>
    <w:rsid w:val="00470F7B"/>
    <w:rsid w:val="00471906"/>
    <w:rsid w:val="0047381B"/>
    <w:rsid w:val="00473E85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218A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0FE2"/>
    <w:rsid w:val="00535D04"/>
    <w:rsid w:val="005379F5"/>
    <w:rsid w:val="00540FA8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13C5"/>
    <w:rsid w:val="005B3AA0"/>
    <w:rsid w:val="005B5CE1"/>
    <w:rsid w:val="005C2609"/>
    <w:rsid w:val="005C34BC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187C"/>
    <w:rsid w:val="005E3AED"/>
    <w:rsid w:val="005E45BB"/>
    <w:rsid w:val="005E5490"/>
    <w:rsid w:val="005E549C"/>
    <w:rsid w:val="005E5C4B"/>
    <w:rsid w:val="005F2D44"/>
    <w:rsid w:val="005F3068"/>
    <w:rsid w:val="005F6FFE"/>
    <w:rsid w:val="005F77BA"/>
    <w:rsid w:val="00601CBE"/>
    <w:rsid w:val="00602834"/>
    <w:rsid w:val="006103FE"/>
    <w:rsid w:val="00610782"/>
    <w:rsid w:val="00613265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0A6A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5398"/>
    <w:rsid w:val="00676D26"/>
    <w:rsid w:val="00680609"/>
    <w:rsid w:val="006807A4"/>
    <w:rsid w:val="00681B4D"/>
    <w:rsid w:val="00683BEC"/>
    <w:rsid w:val="00690899"/>
    <w:rsid w:val="00691B3D"/>
    <w:rsid w:val="006A01AC"/>
    <w:rsid w:val="006A2D77"/>
    <w:rsid w:val="006A2ECB"/>
    <w:rsid w:val="006A4D6B"/>
    <w:rsid w:val="006A5A34"/>
    <w:rsid w:val="006A7F63"/>
    <w:rsid w:val="006B105D"/>
    <w:rsid w:val="006B1876"/>
    <w:rsid w:val="006B36B5"/>
    <w:rsid w:val="006B468E"/>
    <w:rsid w:val="006B5DFB"/>
    <w:rsid w:val="006B6A55"/>
    <w:rsid w:val="006C01C9"/>
    <w:rsid w:val="006C38D0"/>
    <w:rsid w:val="006D0B45"/>
    <w:rsid w:val="006D1A86"/>
    <w:rsid w:val="006D20B2"/>
    <w:rsid w:val="006D59E9"/>
    <w:rsid w:val="006E10D5"/>
    <w:rsid w:val="006E16BD"/>
    <w:rsid w:val="006E3369"/>
    <w:rsid w:val="006E3838"/>
    <w:rsid w:val="006E7CC1"/>
    <w:rsid w:val="006F1D50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3C0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94E47"/>
    <w:rsid w:val="007A00B2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222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F004C"/>
    <w:rsid w:val="007F3BAA"/>
    <w:rsid w:val="007F6934"/>
    <w:rsid w:val="007F7087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5D7B"/>
    <w:rsid w:val="00817085"/>
    <w:rsid w:val="00823006"/>
    <w:rsid w:val="00824531"/>
    <w:rsid w:val="00825D18"/>
    <w:rsid w:val="00826E15"/>
    <w:rsid w:val="00827BCE"/>
    <w:rsid w:val="008328B9"/>
    <w:rsid w:val="00832AA8"/>
    <w:rsid w:val="00833FD9"/>
    <w:rsid w:val="00835858"/>
    <w:rsid w:val="00837412"/>
    <w:rsid w:val="008401EF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1412"/>
    <w:rsid w:val="00873BBB"/>
    <w:rsid w:val="00877762"/>
    <w:rsid w:val="00887DF8"/>
    <w:rsid w:val="008901E2"/>
    <w:rsid w:val="008919F2"/>
    <w:rsid w:val="00892AF2"/>
    <w:rsid w:val="00893FB5"/>
    <w:rsid w:val="00895496"/>
    <w:rsid w:val="0089720E"/>
    <w:rsid w:val="00897888"/>
    <w:rsid w:val="00897CD8"/>
    <w:rsid w:val="008A023D"/>
    <w:rsid w:val="008A07C1"/>
    <w:rsid w:val="008A3B3D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519E"/>
    <w:rsid w:val="008E1097"/>
    <w:rsid w:val="008E5B14"/>
    <w:rsid w:val="008E5D61"/>
    <w:rsid w:val="008E5F39"/>
    <w:rsid w:val="008E6A5F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DA8"/>
    <w:rsid w:val="00970B19"/>
    <w:rsid w:val="00970E49"/>
    <w:rsid w:val="00972754"/>
    <w:rsid w:val="00974583"/>
    <w:rsid w:val="00974BC6"/>
    <w:rsid w:val="00975440"/>
    <w:rsid w:val="0097649F"/>
    <w:rsid w:val="009775DF"/>
    <w:rsid w:val="00980AED"/>
    <w:rsid w:val="00983048"/>
    <w:rsid w:val="00984BE2"/>
    <w:rsid w:val="00987714"/>
    <w:rsid w:val="00990E91"/>
    <w:rsid w:val="00994124"/>
    <w:rsid w:val="00994D2F"/>
    <w:rsid w:val="00995610"/>
    <w:rsid w:val="009965F2"/>
    <w:rsid w:val="00996741"/>
    <w:rsid w:val="009A0101"/>
    <w:rsid w:val="009A05A1"/>
    <w:rsid w:val="009A1B16"/>
    <w:rsid w:val="009A29DA"/>
    <w:rsid w:val="009A32DA"/>
    <w:rsid w:val="009A3934"/>
    <w:rsid w:val="009A3D82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9F7D24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24239"/>
    <w:rsid w:val="00A2510E"/>
    <w:rsid w:val="00A30283"/>
    <w:rsid w:val="00A3058D"/>
    <w:rsid w:val="00A31201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9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B769F"/>
    <w:rsid w:val="00AC1F3C"/>
    <w:rsid w:val="00AC402A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684C"/>
    <w:rsid w:val="00B10243"/>
    <w:rsid w:val="00B12089"/>
    <w:rsid w:val="00B1579D"/>
    <w:rsid w:val="00B16DF7"/>
    <w:rsid w:val="00B26978"/>
    <w:rsid w:val="00B27E06"/>
    <w:rsid w:val="00B322AC"/>
    <w:rsid w:val="00B35804"/>
    <w:rsid w:val="00B4049B"/>
    <w:rsid w:val="00B40844"/>
    <w:rsid w:val="00B44CE2"/>
    <w:rsid w:val="00B4715C"/>
    <w:rsid w:val="00B52CD2"/>
    <w:rsid w:val="00B537E8"/>
    <w:rsid w:val="00B53F66"/>
    <w:rsid w:val="00B568D1"/>
    <w:rsid w:val="00B569BC"/>
    <w:rsid w:val="00B56C73"/>
    <w:rsid w:val="00B60060"/>
    <w:rsid w:val="00B63959"/>
    <w:rsid w:val="00B649A6"/>
    <w:rsid w:val="00B66B01"/>
    <w:rsid w:val="00B66E49"/>
    <w:rsid w:val="00B66E8F"/>
    <w:rsid w:val="00B70F5B"/>
    <w:rsid w:val="00B712D5"/>
    <w:rsid w:val="00B75E65"/>
    <w:rsid w:val="00B81534"/>
    <w:rsid w:val="00B85730"/>
    <w:rsid w:val="00B85965"/>
    <w:rsid w:val="00B926BA"/>
    <w:rsid w:val="00B92E34"/>
    <w:rsid w:val="00B93418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0642"/>
    <w:rsid w:val="00C0068B"/>
    <w:rsid w:val="00C0114A"/>
    <w:rsid w:val="00C01CBA"/>
    <w:rsid w:val="00C04B4D"/>
    <w:rsid w:val="00C0784F"/>
    <w:rsid w:val="00C11FA6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37A17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57C9F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B7C5C"/>
    <w:rsid w:val="00CC42FF"/>
    <w:rsid w:val="00CC5F73"/>
    <w:rsid w:val="00CC6324"/>
    <w:rsid w:val="00CC6954"/>
    <w:rsid w:val="00CC777E"/>
    <w:rsid w:val="00CD0651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4A08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985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19CA"/>
    <w:rsid w:val="00D455A9"/>
    <w:rsid w:val="00D45797"/>
    <w:rsid w:val="00D478D9"/>
    <w:rsid w:val="00D5149F"/>
    <w:rsid w:val="00D55D39"/>
    <w:rsid w:val="00D61F24"/>
    <w:rsid w:val="00D65E5F"/>
    <w:rsid w:val="00D66BBA"/>
    <w:rsid w:val="00D6787F"/>
    <w:rsid w:val="00D70AF8"/>
    <w:rsid w:val="00D70DDB"/>
    <w:rsid w:val="00D72E8C"/>
    <w:rsid w:val="00D73027"/>
    <w:rsid w:val="00D7415E"/>
    <w:rsid w:val="00D7500C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57B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485E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927"/>
    <w:rsid w:val="00DF5F6E"/>
    <w:rsid w:val="00DF741F"/>
    <w:rsid w:val="00E023F6"/>
    <w:rsid w:val="00E02910"/>
    <w:rsid w:val="00E03DBB"/>
    <w:rsid w:val="00E046DE"/>
    <w:rsid w:val="00E109B8"/>
    <w:rsid w:val="00E12555"/>
    <w:rsid w:val="00E12823"/>
    <w:rsid w:val="00E12A47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44F8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A53DB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EBA"/>
    <w:rsid w:val="00F11DE8"/>
    <w:rsid w:val="00F149BB"/>
    <w:rsid w:val="00F20CF7"/>
    <w:rsid w:val="00F21F11"/>
    <w:rsid w:val="00F24D0D"/>
    <w:rsid w:val="00F259C4"/>
    <w:rsid w:val="00F2730A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FE7"/>
    <w:rsid w:val="00F876B8"/>
    <w:rsid w:val="00F87AAA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6238"/>
    <w:rsid w:val="00FB71DF"/>
    <w:rsid w:val="00FB7206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11A6"/>
    <w:rsid w:val="00FF127C"/>
    <w:rsid w:val="00FF17A8"/>
    <w:rsid w:val="00FF444D"/>
    <w:rsid w:val="00FF4887"/>
    <w:rsid w:val="00FF6D60"/>
    <w:rsid w:val="1A116A5C"/>
    <w:rsid w:val="5FD29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6A116311-648A-4337-AC8B-36BD16BA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erike.Klement@politsei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pa@politsei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i-ann.sinimaa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9" ma:contentTypeDescription="Loo uus dokument" ma:contentTypeScope="" ma:versionID="cb141811ad1fc8ab67b618438d2e42f4">
  <xsd:schema xmlns:xsd="http://www.w3.org/2001/XMLSchema" xmlns:xs="http://www.w3.org/2001/XMLSchema" xmlns:p="http://schemas.microsoft.com/office/2006/metadata/properties" xmlns:ns2="6125d6de-2298-4fe5-8cbc-f91a47a9ecff" targetNamespace="http://schemas.microsoft.com/office/2006/metadata/properties" ma:root="true" ma:fieldsID="463b2e66503edcaf3bbea2209253bbaa" ns2:_="">
    <xsd:import namespace="6125d6de-2298-4fe5-8cbc-f91a47a9e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A4660C-1C14-48AA-A9F9-1491EEA3B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3123CA-FBC8-4C53-81A8-CE016AC716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6DF344-C422-4D47-9437-C052C933E1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</TotalTime>
  <Pages>1</Pages>
  <Words>129</Words>
  <Characters>754</Characters>
  <Application>Microsoft Office Word</Application>
  <DocSecurity>0</DocSecurity>
  <Lines>6</Lines>
  <Paragraphs>1</Paragraphs>
  <ScaleCrop>false</ScaleCrop>
  <Company>Riigikantselei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Angelika.Timusk@fin.ee</dc:creator>
  <cp:keywords/>
  <cp:lastModifiedBy>Angelika Timusk - RAM</cp:lastModifiedBy>
  <cp:revision>6</cp:revision>
  <cp:lastPrinted>2022-12-22T13:20:00Z</cp:lastPrinted>
  <dcterms:created xsi:type="dcterms:W3CDTF">2025-04-17T07:14:00Z</dcterms:created>
  <dcterms:modified xsi:type="dcterms:W3CDTF">2025-04-17T09:04:00Z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2025-03-14T11:09:20Z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85f498b5-4376-4ada-86c4-5b21f961ce2c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0x0101005CA40A5074D45243B023FE8CA253DA38</vt:lpwstr>
  </property>
</Properties>
</file>